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5"/>
        <w:gridCol w:w="7661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066285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066285" w:rsidP="00D8046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46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80460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SFA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followup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end of April please.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42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3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818D11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066285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3445203</wp:posOffset>
                      </wp:positionH>
                      <wp:positionV relativeFrom="paragraph">
                        <wp:posOffset>1197610</wp:posOffset>
                      </wp:positionV>
                      <wp:extent cx="173355" cy="108585"/>
                      <wp:effectExtent l="0" t="0" r="17145" b="24765"/>
                      <wp:wrapNone/>
                      <wp:docPr id="33" name="Freeform 42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355" cy="108585"/>
                              </a:xfrm>
                              <a:custGeom>
                                <a:avLst/>
                                <a:gdLst>
                                  <a:gd name="T0" fmla="*/ 0 w 273"/>
                                  <a:gd name="T1" fmla="*/ 171 h 171"/>
                                  <a:gd name="T2" fmla="*/ 48 w 273"/>
                                  <a:gd name="T3" fmla="*/ 48 h 171"/>
                                  <a:gd name="T4" fmla="*/ 112 w 273"/>
                                  <a:gd name="T5" fmla="*/ 0 h 171"/>
                                  <a:gd name="T6" fmla="*/ 235 w 273"/>
                                  <a:gd name="T7" fmla="*/ 16 h 171"/>
                                  <a:gd name="T8" fmla="*/ 273 w 273"/>
                                  <a:gd name="T9" fmla="*/ 32 h 171"/>
                                  <a:gd name="T10" fmla="*/ 0 w 273"/>
                                  <a:gd name="T11" fmla="*/ 171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73" h="171">
                                    <a:moveTo>
                                      <a:pt x="0" y="171"/>
                                    </a:moveTo>
                                    <a:lnTo>
                                      <a:pt x="48" y="48"/>
                                    </a:lnTo>
                                    <a:lnTo>
                                      <a:pt x="112" y="0"/>
                                    </a:lnTo>
                                    <a:lnTo>
                                      <a:pt x="235" y="16"/>
                                    </a:lnTo>
                                    <a:lnTo>
                                      <a:pt x="273" y="32"/>
                                    </a:lnTo>
                                    <a:lnTo>
                                      <a:pt x="0" y="171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89155" id="Freeform 424" o:spid="_x0000_s1026" alt="Granite" style="position:absolute;margin-left:271.3pt;margin-top:94.3pt;width:13.65pt;height:8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3,1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" path="m,171l48,48,112,,235,16r38,16l,171xe">
                      <v:fill r:id="rId7" o:title="Granite" recolor="t" type="tile"/>
                      <v:path arrowok="t" o:connecttype="custom" o:connectlocs="0,108585;30480,30480;71120,0;149225,10160;173355,20320;0,108585" o:connectangles="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4422140</wp:posOffset>
                      </wp:positionH>
                      <wp:positionV relativeFrom="paragraph">
                        <wp:posOffset>410845</wp:posOffset>
                      </wp:positionV>
                      <wp:extent cx="923925" cy="353060"/>
                      <wp:effectExtent l="55880" t="41910" r="67945" b="14605"/>
                      <wp:wrapNone/>
                      <wp:docPr id="41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3925" cy="353060"/>
                              </a:xfrm>
                              <a:custGeom>
                                <a:avLst/>
                                <a:gdLst>
                                  <a:gd name="T0" fmla="*/ 977 w 1455"/>
                                  <a:gd name="T1" fmla="*/ 314 h 556"/>
                                  <a:gd name="T2" fmla="*/ 770 w 1455"/>
                                  <a:gd name="T3" fmla="*/ 392 h 556"/>
                                  <a:gd name="T4" fmla="*/ 228 w 1455"/>
                                  <a:gd name="T5" fmla="*/ 542 h 556"/>
                                  <a:gd name="T6" fmla="*/ 0 w 1455"/>
                                  <a:gd name="T7" fmla="*/ 556 h 556"/>
                                  <a:gd name="T8" fmla="*/ 678 w 1455"/>
                                  <a:gd name="T9" fmla="*/ 357 h 556"/>
                                  <a:gd name="T10" fmla="*/ 1055 w 1455"/>
                                  <a:gd name="T11" fmla="*/ 221 h 556"/>
                                  <a:gd name="T12" fmla="*/ 1455 w 1455"/>
                                  <a:gd name="T13" fmla="*/ 0 h 556"/>
                                  <a:gd name="T14" fmla="*/ 1063 w 1455"/>
                                  <a:gd name="T15" fmla="*/ 299 h 556"/>
                                  <a:gd name="T16" fmla="*/ 727 w 1455"/>
                                  <a:gd name="T17" fmla="*/ 378 h 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455" h="556">
                                    <a:moveTo>
                                      <a:pt x="977" y="314"/>
                                    </a:moveTo>
                                    <a:lnTo>
                                      <a:pt x="770" y="392"/>
                                    </a:lnTo>
                                    <a:lnTo>
                                      <a:pt x="228" y="542"/>
                                    </a:lnTo>
                                    <a:lnTo>
                                      <a:pt x="0" y="556"/>
                                    </a:lnTo>
                                    <a:lnTo>
                                      <a:pt x="678" y="357"/>
                                    </a:lnTo>
                                    <a:lnTo>
                                      <a:pt x="1055" y="221"/>
                                    </a:lnTo>
                                    <a:lnTo>
                                      <a:pt x="1455" y="0"/>
                                    </a:lnTo>
                                    <a:lnTo>
                                      <a:pt x="1063" y="299"/>
                                    </a:lnTo>
                                    <a:lnTo>
                                      <a:pt x="727" y="378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82F780E" id="Freeform 43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97.05pt,48.05pt,386.7pt,51.95pt,359.6pt,59.45pt,348.2pt,60.15pt,382.1pt,50.2pt,400.95pt,43.4pt,420.95pt,32.35pt,401.35pt,47.3pt,384.55pt,51.25pt" coordsize="1455,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" fillcolor="#333">
                      <v:path arrowok="t" o:connecttype="custom" o:connectlocs="620395,199390;488950,248920;144780,344170;0,353060;430530,226695;669925,140335;923925,0;675005,189865;461645,240030" o:connectangles="0,0,0,0,0,0,0,0,0"/>
                    </v:polylin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2176145</wp:posOffset>
                      </wp:positionH>
                      <wp:positionV relativeFrom="paragraph">
                        <wp:posOffset>1699895</wp:posOffset>
                      </wp:positionV>
                      <wp:extent cx="374015" cy="370840"/>
                      <wp:effectExtent l="48260" t="45085" r="44450" b="50800"/>
                      <wp:wrapNone/>
                      <wp:docPr id="40" name="Freeform 43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4015" cy="370840"/>
                              </a:xfrm>
                              <a:custGeom>
                                <a:avLst/>
                                <a:gdLst>
                                  <a:gd name="T0" fmla="*/ 0 w 589"/>
                                  <a:gd name="T1" fmla="*/ 584 h 584"/>
                                  <a:gd name="T2" fmla="*/ 166 w 589"/>
                                  <a:gd name="T3" fmla="*/ 455 h 584"/>
                                  <a:gd name="T4" fmla="*/ 498 w 589"/>
                                  <a:gd name="T5" fmla="*/ 113 h 584"/>
                                  <a:gd name="T6" fmla="*/ 589 w 589"/>
                                  <a:gd name="T7" fmla="*/ 0 h 584"/>
                                  <a:gd name="T8" fmla="*/ 401 w 589"/>
                                  <a:gd name="T9" fmla="*/ 156 h 584"/>
                                  <a:gd name="T10" fmla="*/ 160 w 589"/>
                                  <a:gd name="T11" fmla="*/ 407 h 584"/>
                                  <a:gd name="T12" fmla="*/ 0 w 589"/>
                                  <a:gd name="T13" fmla="*/ 584 h 5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89" h="584">
                                    <a:moveTo>
                                      <a:pt x="0" y="584"/>
                                    </a:moveTo>
                                    <a:lnTo>
                                      <a:pt x="166" y="455"/>
                                    </a:lnTo>
                                    <a:lnTo>
                                      <a:pt x="498" y="113"/>
                                    </a:lnTo>
                                    <a:lnTo>
                                      <a:pt x="589" y="0"/>
                                    </a:lnTo>
                                    <a:lnTo>
                                      <a:pt x="401" y="156"/>
                                    </a:lnTo>
                                    <a:lnTo>
                                      <a:pt x="160" y="407"/>
                                    </a:lnTo>
                                    <a:lnTo>
                                      <a:pt x="0" y="58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E17D5" id="Freeform 431" o:spid="_x0000_s1026" alt="Granite" style="position:absolute;margin-left:171.35pt;margin-top:133.85pt;width:29.45pt;height:29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9,5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" path="m,584l166,455,498,113,589,,401,156,160,407,,584xe">
                      <v:fill r:id="rId8" o:title="Granite" recolor="t" type="tile"/>
                      <v:path arrowok="t" o:connecttype="custom" o:connectlocs="0,370840;105410,288925;316230,71755;374015,0;254635,99060;101600,258445;0,370840" o:connectangles="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39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65CB93C" id="Freeform 430" o:spid="_x0000_s1026" style="position:absolute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38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10777" id="Freeform 429" o:spid="_x0000_s1026" style="position:absolute;margin-left:115.8pt;margin-top:179.55pt;width:55.5pt;height:161.5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37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462AA" id="Freeform 428" o:spid="_x0000_s1026" style="position:absolute;margin-left:112.55pt;margin-top:189.55pt;width:53.25pt;height:132.25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36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E4DB4" id="Freeform 427" o:spid="_x0000_s1026" style="position:absolute;margin-left:109.3pt;margin-top:173.8pt;width:59.5pt;height:146.5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35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42201" id="Freeform 426" o:spid="_x0000_s1026" style="position:absolute;margin-left:93.05pt;margin-top:171.8pt;width:74.25pt;height:156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34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9780EB4" id="Freeform 425" o:spid="_x0000_s1026" style="position:absolute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4130" r="69850" b="6350"/>
                      <wp:wrapNone/>
                      <wp:docPr id="32" name="Freeform 42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39FFA" id="Freeform 423" o:spid="_x0000_s1026" alt="Granite" style="position:absolute;margin-left:201.8pt;margin-top:78.95pt;width:119.25pt;height:64.3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" path="m,1287l141,1131,312,1018,470,924,672,821,873,687r240,-96l1317,478,1531,360,1874,209,2066,101,2241,29,2385,,2263,46,2023,156,1449,435,996,672,544,917,261,1083r-91,60l40,1248,,1287xe">
                      <v:fill r:id="rId8" o:title="Granite" recolor="t" type="tile"/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 w:rsidR="00D80460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35560" r="61595" b="52705"/>
                      <wp:wrapNone/>
                      <wp:docPr id="31" name="Freeform 42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95B34" id="Freeform 422" o:spid="_x0000_s1026" alt="Granite" style="position:absolute;margin-left:198.8pt;margin-top:69.35pt;width:125.15pt;height:65.8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" path="m2503,r-94,60l2212,159r-180,62l1893,293r-170,67l1485,492r-211,87l1101,692,883,802,676,927r-199,98l367,1095r-103,57l76,1272,,1316r115,-89l292,1109,607,922,950,730,1363,516,1795,308,2503,xe">
                      <v:fill r:id="rId8" o:title="Granite" recolor="t" type="tile"/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962025</wp:posOffset>
                      </wp:positionV>
                      <wp:extent cx="488950" cy="159385"/>
                      <wp:effectExtent l="0" t="2540" r="6350" b="0"/>
                      <wp:wrapNone/>
                      <wp:docPr id="30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T406/117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2" o:spid="_x0000_s1026" type="#_x0000_t202" style="position:absolute;left:0;text-align:left;margin-left:244.05pt;margin-top:75.75pt;width:38.5pt;height:12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T406/117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9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234C6C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7jB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zP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OI/uME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8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EA923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DaFA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"/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7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254A5F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iX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"/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6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27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ip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mYYCdJDj57paNG9HNEsn7s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Ca5Xip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5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8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1cVL2K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24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9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dC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jESpIMavdDBorUc0CS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rMut7I+gqK0hIqDOGASwaKV+htGPXR1gc3X&#10;PdEUI/5OOFW6sGAMXBv62theG0RUAFVgi1FYPtowOvZKs10LL4U+EPIBlNwwrzIn+RAVMHEGdK7n&#10;dJoybjRc297r1yxc/QQ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TAqnQq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D80460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30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0dm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eTb3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BrJOTLjeqPoCijIKKgzhgEsGiVeYbRj10dYnt&#10;1x0xDCPxTnpV+rBgDFwa5tLYXBpEUoAqscMoLh9dHB07bfi2hZdiH0h1D0pueFCZl3yMCph4Azo3&#10;cDpOGT8aLu3g9WsWrn4C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DQ3R2a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D80460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2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D80460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1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BQ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JM+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EGt+1OUKmj0qygBWHMWBkwgXHZhvlAzY1SW1&#10;XzfMcErkO+VV6cPCMXBumHNjdW4wVSNUSR0lcfno4ujYaCPWHb4U+0DBPSq5FUFlXvIxKmTiDezc&#10;wOkwZfxoOLeD169ZuPgJ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DE4FC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D80460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2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VOoQ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IEbhU6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20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3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9LUKz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9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4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C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MowE6aBGL3SwaCUHNMkm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8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5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9nt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7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6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4t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ZhgJ0kGNXuhg0UoOaJKl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vBizc663Mr6CIrSEioO4oBJBItW6m8Y9dDVBTZf&#10;90RTjPg74VTpwoIxcG3oa2N7bRBRAVSBLUZhubZhdOyVZrsWXgp9IOQjKLlhXmVO8iEqYOIM6FzP&#10;6TRl3Gi4tr3Xr1m4/Ak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pVouLa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6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7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QQn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BWYaQQ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8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7in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CxE57i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9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JO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CdslJO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40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eo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gzZn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1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2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D8046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3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D8046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4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5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="00D80460"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6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27305</wp:posOffset>
                      </wp:positionV>
                      <wp:extent cx="395605" cy="61595"/>
                      <wp:effectExtent l="13970" t="10160" r="9525" b="13970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C0864" id="Freeform 379" o:spid="_x0000_s1026" style="position:absolute;margin-left:61.4pt;margin-top:2.1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KGOC5r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2509520</wp:posOffset>
                      </wp:positionH>
                      <wp:positionV relativeFrom="paragraph">
                        <wp:posOffset>22860</wp:posOffset>
                      </wp:positionV>
                      <wp:extent cx="395605" cy="61595"/>
                      <wp:effectExtent l="7620" t="5715" r="6350" b="18415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474B3" id="Freeform 381" o:spid="_x0000_s1026" style="position:absolute;margin-left:197.6pt;margin-top:1.8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27940</wp:posOffset>
                      </wp:positionV>
                      <wp:extent cx="395605" cy="61595"/>
                      <wp:effectExtent l="13335" t="10795" r="10160" b="13335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4442" id="Freeform 380" o:spid="_x0000_s1026" style="position:absolute;margin-left:137.3pt;margin-top:2.2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CDL4qW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19050</wp:posOffset>
                      </wp:positionV>
                      <wp:extent cx="395605" cy="61595"/>
                      <wp:effectExtent l="9525" t="11430" r="13970" b="12700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CC03A" id="Freeform 378" o:spid="_x0000_s1026" alt="Granite" style="position:absolute;margin-left:48.5pt;margin-top:1.5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vHukj3QAAAAcBAAAPAAAAZHJzL2Rv&#10;d25yZXYueG1sTI9BT8JAEIXvJv6HzZB4k20h2lK7JUZCIHoCiedtd2wburNNd4HKr3c46Wne5E3e&#10;+yZfjrYTZxx860hBPI1AIFXOtFQrOHyuH1MQPmgyunOECn7Qw7K4v8t1ZtyFdnjeh1pwCPlMK2hC&#10;6DMpfdWg1X7qeiT2vt1gdeB1qKUZ9IXDbSdnUfQsrW6JGxrd41uD1XF/sgrcuPuoV5tD6eMkDel2&#10;Zd/j65dSD5Px9QVEwDH8HcMNn9GhYKbSnch40SlYJPxKUDDncbOfFnMQJYtZArLI5X/+4hc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Dw2I5a+QQAAGQNAAAOAAAAAAAAAAAAAAAAADwCAABkcnMv&#10;ZTJvRG9jLnhtbFBLAQItABQABgAIAAAAIQBYYLMbugAAACIBAAAZAAAAAAAAAAAAAAAAAGEHAABk&#10;cnMvX3JlbHMvZTJvRG9jLnhtbC5yZWxzUEsBAi0AFAAGAAgAAAAhAO8e6SP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3727450</wp:posOffset>
                      </wp:positionH>
                      <wp:positionV relativeFrom="paragraph">
                        <wp:posOffset>22860</wp:posOffset>
                      </wp:positionV>
                      <wp:extent cx="335280" cy="62865"/>
                      <wp:effectExtent l="15875" t="15240" r="29845" b="7620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DBA06" id="Freeform 382" o:spid="_x0000_s1026" style="position:absolute;margin-left:293.5pt;margin-top:1.8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D80460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Mild calcification with No significant stenosis seen. Normal calibre Aorta.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atheroma with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75-99% proximal SFA stenosis. Diffuse atheroma throughout.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D80460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atheroma with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Default="00D8046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flow seen to cross the ankle. Diffuse calcification with no significant stenosis seen.</w:t>
            </w:r>
          </w:p>
          <w:p w:rsidR="00D80460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AD4CCC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80460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460" w:rsidRDefault="00D80460">
      <w:r>
        <w:separator/>
      </w:r>
    </w:p>
  </w:endnote>
  <w:endnote w:type="continuationSeparator" w:id="0">
    <w:p w:rsidR="00D80460" w:rsidRDefault="00D8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460" w:rsidRDefault="00D80460">
      <w:r>
        <w:separator/>
      </w:r>
    </w:p>
  </w:footnote>
  <w:footnote w:type="continuationSeparator" w:id="0">
    <w:p w:rsidR="00D80460" w:rsidRDefault="00D80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D8046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60"/>
    <w:rsid w:val="00042420"/>
    <w:rsid w:val="000432AB"/>
    <w:rsid w:val="00043F16"/>
    <w:rsid w:val="00066285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0460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0767857"/>
  <w15:chartTrackingRefBased/>
  <w15:docId w15:val="{209B9252-C638-481F-9507-88511ED3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1</TotalTime>
  <Pages>2</Pages>
  <Words>113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2020-08-12T07:46:00Z</dcterms:created>
  <dcterms:modified xsi:type="dcterms:W3CDTF">2020-08-12T07:46:00Z</dcterms:modified>
  <cp:category>Patient Report</cp:category>
</cp:coreProperties>
</file>